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F8466" w14:textId="7EEE919D" w:rsidR="005D1F51" w:rsidRDefault="002C023D" w:rsidP="00912661">
      <w:pPr>
        <w:spacing w:after="0"/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21553C1B" wp14:editId="0AB4B456">
                <wp:simplePos x="0" y="0"/>
                <wp:positionH relativeFrom="column">
                  <wp:posOffset>505460</wp:posOffset>
                </wp:positionH>
                <wp:positionV relativeFrom="paragraph">
                  <wp:posOffset>342900</wp:posOffset>
                </wp:positionV>
                <wp:extent cx="3810000" cy="2222500"/>
                <wp:effectExtent l="0" t="0" r="0" b="6350"/>
                <wp:wrapNone/>
                <wp:docPr id="1533764549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247871640" name="Cloud 1247871640"/>
                        <wps:cNvSpPr/>
                        <wps:spPr>
                          <a:xfrm>
                            <a:off x="541020" y="274320"/>
                            <a:ext cx="2811780" cy="1668780"/>
                          </a:xfrm>
                          <a:prstGeom prst="cloud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340B2A" id="Canvas 1" o:spid="_x0000_s1026" editas="canvas" style="position:absolute;margin-left:39.8pt;margin-top:27pt;width:300pt;height:175pt;z-index:251659264;mso-width-relative:margin;mso-height-relative:margin" coordsize="38100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8100;height:22225;visibility:visible;mso-wrap-style:square" filled="t">
                  <v:fill o:detectmouseclick="t"/>
                  <v:path o:connecttype="none"/>
                </v:shape>
                <v:shape id="Cloud 1247871640" o:spid="_x0000_s1028" style="position:absolute;left:5410;top:2743;width:28118;height:16688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dd" strokecolor="#7f7f7f [1612]" strokeweight="2pt">
                  <v:path arrowok="t" o:connecttype="custom" o:connectlocs="305456,1011196;140589,980408;450926,1348119;378809,1362837;1072512,1510014;1029033,1442799;1876277,1342402;1858899,1416145;2221371,886694;2432971,1162352;2720527,593112;2626281,696484;2494413,209602;2499360,258429;1892614,152662;1940909,90392;1441102,182330;1464469,128635;911225,200563;995839,252635;268616,609916;253841,555101" o:connectangles="0,0,0,0,0,0,0,0,0,0,0,0,0,0,0,0,0,0,0,0,0,0"/>
                </v:shape>
              </v:group>
            </w:pict>
          </mc:Fallback>
        </mc:AlternateContent>
      </w:r>
    </w:p>
    <w:sectPr w:rsidR="005D1F51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23D"/>
    <w:rsid w:val="000C1ECD"/>
    <w:rsid w:val="002B63F0"/>
    <w:rsid w:val="002C023D"/>
    <w:rsid w:val="00321565"/>
    <w:rsid w:val="00326855"/>
    <w:rsid w:val="004E38BB"/>
    <w:rsid w:val="005702D9"/>
    <w:rsid w:val="005D1F51"/>
    <w:rsid w:val="0062363A"/>
    <w:rsid w:val="007257C4"/>
    <w:rsid w:val="0087728C"/>
    <w:rsid w:val="00912661"/>
    <w:rsid w:val="00936920"/>
    <w:rsid w:val="00AB7264"/>
    <w:rsid w:val="00B1519E"/>
    <w:rsid w:val="00BB620D"/>
    <w:rsid w:val="00BD6080"/>
    <w:rsid w:val="00C26373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070AF9"/>
  <w14:discardImageEditingData/>
  <w14:defaultImageDpi w14:val="32767"/>
  <w15:chartTrackingRefBased/>
  <w15:docId w15:val="{A95A3B34-D39B-4545-943A-4BCB2234D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1</cp:revision>
  <dcterms:created xsi:type="dcterms:W3CDTF">2023-11-10T17:56:00Z</dcterms:created>
  <dcterms:modified xsi:type="dcterms:W3CDTF">2023-11-10T17:58:00Z</dcterms:modified>
</cp:coreProperties>
</file>